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737DAD">
        <w:rPr>
          <w:sz w:val="28"/>
        </w:rPr>
        <w:t>6</w:t>
      </w:r>
      <w:r w:rsidRPr="00992F4B">
        <w:rPr>
          <w:sz w:val="28"/>
        </w:rPr>
        <w:t xml:space="preserve"> год».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3975C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Правительства Ульяновской области </w:t>
            </w:r>
            <w:r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201</w:t>
            </w:r>
            <w:r w:rsidR="003975C5">
              <w:rPr>
                <w:sz w:val="28"/>
              </w:rPr>
              <w:t>6</w:t>
            </w:r>
            <w:r w:rsidRPr="00992F4B">
              <w:rPr>
                <w:sz w:val="28"/>
              </w:rPr>
              <w:t xml:space="preserve"> год»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526F20" w:rsidRDefault="00526F20" w:rsidP="00526F20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F26F55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ab/>
      </w:r>
      <w:r w:rsidR="00F26F55">
        <w:rPr>
          <w:sz w:val="28"/>
          <w:szCs w:val="28"/>
        </w:rPr>
        <w:t>С.И.Морозов</w:t>
      </w:r>
    </w:p>
    <w:p w:rsidR="00737DAD" w:rsidRDefault="00737DAD" w:rsidP="00737DAD">
      <w:pPr>
        <w:jc w:val="both"/>
        <w:rPr>
          <w:sz w:val="28"/>
        </w:rPr>
      </w:pPr>
      <w:r>
        <w:rPr>
          <w:sz w:val="28"/>
        </w:rPr>
        <w:br w:type="page"/>
      </w: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  <w:bookmarkStart w:id="0" w:name="_GoBack"/>
      <w:bookmarkEnd w:id="0"/>
    </w:p>
    <w:p w:rsidR="00EA5C44" w:rsidRDefault="00EA5C44" w:rsidP="00F10F13">
      <w:pPr>
        <w:rPr>
          <w:sz w:val="36"/>
          <w:szCs w:val="24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D25988" w:rsidRPr="006B695D" w:rsidRDefault="00526F20" w:rsidP="0057004F">
      <w:pPr>
        <w:jc w:val="both"/>
        <w:rPr>
          <w:szCs w:val="24"/>
        </w:rPr>
      </w:pPr>
      <w:r>
        <w:rPr>
          <w:szCs w:val="24"/>
        </w:rPr>
        <w:t>2010км14</w:t>
      </w:r>
    </w:p>
    <w:sectPr w:rsidR="00D25988" w:rsidRPr="006B695D" w:rsidSect="00526F20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/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3426"/>
    <w:rsid w:val="002F60B4"/>
    <w:rsid w:val="00315102"/>
    <w:rsid w:val="003350B5"/>
    <w:rsid w:val="00370296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26F20"/>
    <w:rsid w:val="00544CB0"/>
    <w:rsid w:val="00561825"/>
    <w:rsid w:val="00567B63"/>
    <w:rsid w:val="0057004F"/>
    <w:rsid w:val="005923DF"/>
    <w:rsid w:val="005971D8"/>
    <w:rsid w:val="005B4F61"/>
    <w:rsid w:val="005D221F"/>
    <w:rsid w:val="005F117E"/>
    <w:rsid w:val="00613790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34D69"/>
    <w:rsid w:val="00935F3E"/>
    <w:rsid w:val="009571DF"/>
    <w:rsid w:val="00960781"/>
    <w:rsid w:val="009813AC"/>
    <w:rsid w:val="00986931"/>
    <w:rsid w:val="00992F4B"/>
    <w:rsid w:val="009B5709"/>
    <w:rsid w:val="009D37F9"/>
    <w:rsid w:val="009E5487"/>
    <w:rsid w:val="00A1332A"/>
    <w:rsid w:val="00A23364"/>
    <w:rsid w:val="00A443F1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26F55"/>
    <w:rsid w:val="00F34E28"/>
    <w:rsid w:val="00F70D6A"/>
    <w:rsid w:val="00F73379"/>
    <w:rsid w:val="00F81A7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296"/>
  </w:style>
  <w:style w:type="paragraph" w:styleId="1">
    <w:name w:val="heading 1"/>
    <w:basedOn w:val="a"/>
    <w:next w:val="a"/>
    <w:qFormat/>
    <w:rsid w:val="00370296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70296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70296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2</TotalTime>
  <Pages>2</Pages>
  <Words>117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u56</cp:lastModifiedBy>
  <cp:revision>4</cp:revision>
  <cp:lastPrinted>2016-10-20T08:50:00Z</cp:lastPrinted>
  <dcterms:created xsi:type="dcterms:W3CDTF">2016-10-20T08:12:00Z</dcterms:created>
  <dcterms:modified xsi:type="dcterms:W3CDTF">2016-10-21T04:59:00Z</dcterms:modified>
</cp:coreProperties>
</file>